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8CE44" w14:textId="244978EF" w:rsidR="00A65687" w:rsidRDefault="00745B66" w:rsidP="00745B66">
      <w:pPr>
        <w:pStyle w:val="Nzev"/>
        <w:jc w:val="center"/>
      </w:pPr>
      <w:r>
        <w:t>Osvědčení o digitálním úkonu</w:t>
      </w:r>
    </w:p>
    <w:p w14:paraId="31B12598" w14:textId="60632C32" w:rsidR="00745B66" w:rsidRDefault="00745B66" w:rsidP="00FD2C43">
      <w:pPr>
        <w:jc w:val="center"/>
      </w:pPr>
      <w:r w:rsidRPr="00FD2C43">
        <w:rPr>
          <w:sz w:val="20"/>
        </w:rPr>
        <w:t>[podle § 5 zákona č. 12/2020 Sb. (zákon o právu na digitální služby a o změně některých zákonů)]</w:t>
      </w:r>
    </w:p>
    <w:p w14:paraId="3D60D651" w14:textId="2D845419" w:rsidR="0069169F" w:rsidRDefault="001B3831" w:rsidP="00745B66">
      <w:pPr>
        <w:rPr>
          <w:b/>
          <w:bCs/>
        </w:rPr>
      </w:pPr>
      <w:r>
        <w:rPr>
          <w:b/>
          <w:bCs/>
        </w:rPr>
        <w:t>Identifikace osvědčení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1B3831" w14:paraId="3CE2CE5D" w14:textId="77777777" w:rsidTr="001B3831">
        <w:tc>
          <w:tcPr>
            <w:tcW w:w="4530" w:type="dxa"/>
          </w:tcPr>
          <w:p w14:paraId="706B4C62" w14:textId="551B4953" w:rsidR="001B3831" w:rsidRPr="001B3831" w:rsidRDefault="001B3831" w:rsidP="0096139F">
            <w:pPr>
              <w:rPr>
                <w:bCs/>
              </w:rPr>
            </w:pPr>
            <w:r w:rsidRPr="001B3831">
              <w:rPr>
                <w:bCs/>
              </w:rPr>
              <w:t>Identifik</w:t>
            </w:r>
            <w:r w:rsidR="0096139F">
              <w:rPr>
                <w:bCs/>
              </w:rPr>
              <w:t>átor osvědčení</w:t>
            </w:r>
          </w:p>
        </w:tc>
        <w:tc>
          <w:tcPr>
            <w:tcW w:w="4531" w:type="dxa"/>
          </w:tcPr>
          <w:p w14:paraId="5F5E39F8" w14:textId="0F997774" w:rsidR="001B3831" w:rsidRDefault="001B3831" w:rsidP="001B3831">
            <w:pPr>
              <w:rPr>
                <w:b/>
                <w:bCs/>
              </w:rPr>
            </w:pPr>
            <w:r>
              <w:rPr>
                <w:i/>
                <w:iCs/>
              </w:rPr>
              <w:t>[interní identifikátor osvědčení orgánu veřejné moci, který jej vydává</w:t>
            </w:r>
            <w:r w:rsidR="0096139F">
              <w:rPr>
                <w:i/>
                <w:iCs/>
              </w:rPr>
              <w:t xml:space="preserve">, </w:t>
            </w:r>
            <w:proofErr w:type="spellStart"/>
            <w:r w:rsidR="0096139F">
              <w:rPr>
                <w:i/>
                <w:iCs/>
              </w:rPr>
              <w:t>Guid</w:t>
            </w:r>
            <w:proofErr w:type="spellEnd"/>
            <w:r>
              <w:rPr>
                <w:i/>
                <w:iCs/>
              </w:rPr>
              <w:t>]</w:t>
            </w:r>
          </w:p>
        </w:tc>
      </w:tr>
      <w:tr w:rsidR="001B3831" w14:paraId="5D95D3B4" w14:textId="77777777" w:rsidTr="001B3831">
        <w:tc>
          <w:tcPr>
            <w:tcW w:w="4530" w:type="dxa"/>
          </w:tcPr>
          <w:p w14:paraId="72E60E59" w14:textId="214A736B" w:rsidR="001B3831" w:rsidRDefault="001B3831" w:rsidP="004178A0">
            <w:pPr>
              <w:rPr>
                <w:b/>
                <w:bCs/>
              </w:rPr>
            </w:pPr>
            <w:r w:rsidRPr="00E22B06">
              <w:t xml:space="preserve">Číslo jednací </w:t>
            </w:r>
            <w:r w:rsidR="004178A0">
              <w:t>osvědčení</w:t>
            </w:r>
          </w:p>
        </w:tc>
        <w:tc>
          <w:tcPr>
            <w:tcW w:w="4531" w:type="dxa"/>
          </w:tcPr>
          <w:p w14:paraId="7EC16D94" w14:textId="39BC8D92" w:rsidR="001B3831" w:rsidRDefault="001B3831" w:rsidP="001B3831">
            <w:pPr>
              <w:rPr>
                <w:b/>
                <w:bCs/>
              </w:rPr>
            </w:pPr>
            <w:r>
              <w:rPr>
                <w:i/>
                <w:iCs/>
              </w:rPr>
              <w:t xml:space="preserve">[spisová značka přidělena spisovou službou orgánu veřejné moci, </w:t>
            </w:r>
            <w:r w:rsidR="004178A0">
              <w:rPr>
                <w:i/>
                <w:iCs/>
              </w:rPr>
              <w:t>který osvědčení vydává</w:t>
            </w:r>
            <w:r>
              <w:rPr>
                <w:i/>
                <w:iCs/>
              </w:rPr>
              <w:t>]</w:t>
            </w:r>
          </w:p>
        </w:tc>
      </w:tr>
      <w:tr w:rsidR="003D2605" w14:paraId="5182C3C7" w14:textId="77777777" w:rsidTr="001B3831">
        <w:tc>
          <w:tcPr>
            <w:tcW w:w="4530" w:type="dxa"/>
          </w:tcPr>
          <w:p w14:paraId="7B885449" w14:textId="01118FE3" w:rsidR="003D2605" w:rsidRPr="00E22B06" w:rsidRDefault="003D2605" w:rsidP="004178A0">
            <w:r>
              <w:t>Datum vystavení osvědčení</w:t>
            </w:r>
          </w:p>
        </w:tc>
        <w:tc>
          <w:tcPr>
            <w:tcW w:w="4531" w:type="dxa"/>
          </w:tcPr>
          <w:p w14:paraId="38167B3E" w14:textId="1B28162D" w:rsidR="003D2605" w:rsidRDefault="003D2605" w:rsidP="001B3831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 xml:space="preserve">[datum, </w:t>
            </w:r>
            <w:r>
              <w:rPr>
                <w:i/>
                <w:iCs/>
              </w:rPr>
              <w:t>kdy bylo osvědčení vystaveno</w:t>
            </w:r>
            <w:r w:rsidRPr="00971673">
              <w:rPr>
                <w:i/>
                <w:iCs/>
              </w:rPr>
              <w:t xml:space="preserve"> DD.MM.YYYY]</w:t>
            </w:r>
          </w:p>
        </w:tc>
      </w:tr>
      <w:tr w:rsidR="00E241BF" w14:paraId="33D6B261" w14:textId="77777777" w:rsidTr="001B3831">
        <w:tc>
          <w:tcPr>
            <w:tcW w:w="4530" w:type="dxa"/>
          </w:tcPr>
          <w:p w14:paraId="55CCCD3C" w14:textId="4D97781A" w:rsidR="00E241BF" w:rsidRDefault="00E241BF" w:rsidP="001B3831">
            <w:r>
              <w:t>Počet příloh</w:t>
            </w:r>
          </w:p>
        </w:tc>
        <w:tc>
          <w:tcPr>
            <w:tcW w:w="4531" w:type="dxa"/>
          </w:tcPr>
          <w:p w14:paraId="2CEA4E9D" w14:textId="5B78F3CA" w:rsidR="00E241BF" w:rsidRDefault="00E241BF" w:rsidP="001B3831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[počet příloh, které osvědčení o digitálním úkonu obsahuje, včetně případného souboru </w:t>
            </w:r>
            <w:proofErr w:type="spellStart"/>
            <w:r>
              <w:rPr>
                <w:i/>
                <w:iCs/>
              </w:rPr>
              <w:t>metadat</w:t>
            </w:r>
            <w:proofErr w:type="spellEnd"/>
            <w:r>
              <w:rPr>
                <w:i/>
                <w:iCs/>
              </w:rPr>
              <w:t xml:space="preserve"> x XML]</w:t>
            </w:r>
          </w:p>
        </w:tc>
      </w:tr>
      <w:tr w:rsidR="001B3831" w14:paraId="2A087EC4" w14:textId="77777777" w:rsidTr="001B3831">
        <w:tc>
          <w:tcPr>
            <w:tcW w:w="4530" w:type="dxa"/>
          </w:tcPr>
          <w:p w14:paraId="4C17048A" w14:textId="3D7EE542" w:rsidR="001B3831" w:rsidRPr="00E22B06" w:rsidRDefault="00E241BF" w:rsidP="001B3831">
            <w:proofErr w:type="spellStart"/>
            <w:r>
              <w:t>Metadata</w:t>
            </w:r>
            <w:proofErr w:type="spellEnd"/>
            <w:r>
              <w:t xml:space="preserve"> ve formátu XML</w:t>
            </w:r>
          </w:p>
        </w:tc>
        <w:tc>
          <w:tcPr>
            <w:tcW w:w="4531" w:type="dxa"/>
          </w:tcPr>
          <w:p w14:paraId="2A16069D" w14:textId="2497C048" w:rsidR="001B3831" w:rsidRDefault="001B3831" w:rsidP="001B3831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[osvědčení obsahuje </w:t>
            </w:r>
            <w:r w:rsidR="0096139F">
              <w:rPr>
                <w:i/>
                <w:iCs/>
              </w:rPr>
              <w:t xml:space="preserve">i </w:t>
            </w:r>
            <w:r>
              <w:rPr>
                <w:i/>
                <w:iCs/>
              </w:rPr>
              <w:t>digitální přílohu se stejnými daty ve strukturované formě XML [</w:t>
            </w:r>
            <w:r w:rsidR="0096139F">
              <w:rPr>
                <w:i/>
                <w:iCs/>
              </w:rPr>
              <w:t>1-</w:t>
            </w:r>
            <w:r>
              <w:rPr>
                <w:i/>
                <w:iCs/>
              </w:rPr>
              <w:t>Ano/</w:t>
            </w:r>
            <w:r w:rsidR="0096139F">
              <w:rPr>
                <w:i/>
                <w:iCs/>
              </w:rPr>
              <w:t>0-</w:t>
            </w:r>
            <w:r>
              <w:rPr>
                <w:i/>
                <w:iCs/>
              </w:rPr>
              <w:t>Ne]]</w:t>
            </w:r>
          </w:p>
        </w:tc>
      </w:tr>
    </w:tbl>
    <w:p w14:paraId="489B210B" w14:textId="77777777" w:rsidR="001B3831" w:rsidRDefault="001B3831" w:rsidP="00745B66">
      <w:pPr>
        <w:rPr>
          <w:b/>
          <w:bCs/>
        </w:rPr>
      </w:pPr>
    </w:p>
    <w:p w14:paraId="6A00D398" w14:textId="3DF186E8" w:rsidR="00745B66" w:rsidRPr="00B12A6C" w:rsidRDefault="00751AA1" w:rsidP="00745B66">
      <w:pPr>
        <w:rPr>
          <w:b/>
          <w:bCs/>
        </w:rPr>
      </w:pPr>
      <w:r>
        <w:rPr>
          <w:b/>
          <w:bCs/>
        </w:rPr>
        <w:t>I</w:t>
      </w:r>
      <w:r w:rsidR="00745B66" w:rsidRPr="00B12A6C">
        <w:rPr>
          <w:b/>
          <w:bCs/>
        </w:rPr>
        <w:t xml:space="preserve">dentifikace </w:t>
      </w:r>
      <w:r w:rsidR="00E241BF">
        <w:rPr>
          <w:b/>
          <w:bCs/>
        </w:rPr>
        <w:t>osoby činící úkon</w:t>
      </w:r>
      <w:r w:rsidR="00971673">
        <w:rPr>
          <w:b/>
          <w:bCs/>
        </w:rPr>
        <w:t xml:space="preserve">, </w:t>
      </w:r>
      <w:r w:rsidR="0096139F">
        <w:rPr>
          <w:b/>
          <w:bCs/>
        </w:rPr>
        <w:t>fyzické osoby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8"/>
        <w:gridCol w:w="4533"/>
      </w:tblGrid>
      <w:tr w:rsidR="00745B66" w14:paraId="7771AFCF" w14:textId="77777777" w:rsidTr="00E25939">
        <w:tc>
          <w:tcPr>
            <w:tcW w:w="4528" w:type="dxa"/>
          </w:tcPr>
          <w:p w14:paraId="150490D7" w14:textId="673D5924" w:rsidR="00745B66" w:rsidRDefault="00751AA1" w:rsidP="00745B66">
            <w:r>
              <w:t>Jméno, případně jména</w:t>
            </w:r>
          </w:p>
        </w:tc>
        <w:tc>
          <w:tcPr>
            <w:tcW w:w="4533" w:type="dxa"/>
          </w:tcPr>
          <w:p w14:paraId="6B355102" w14:textId="34CE914C" w:rsidR="00745B66" w:rsidRPr="00971673" w:rsidRDefault="0069169F" w:rsidP="00E241B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 xml:space="preserve">[jméno, případně jména </w:t>
            </w:r>
            <w:r w:rsidR="00E241BF">
              <w:rPr>
                <w:i/>
                <w:iCs/>
              </w:rPr>
              <w:t>osoby</w:t>
            </w:r>
            <w:r w:rsidRPr="00971673">
              <w:rPr>
                <w:i/>
                <w:iCs/>
              </w:rPr>
              <w:t>, kter</w:t>
            </w:r>
            <w:r w:rsidR="00E241BF">
              <w:rPr>
                <w:i/>
                <w:iCs/>
              </w:rPr>
              <w:t>á</w:t>
            </w:r>
            <w:r w:rsidRPr="00971673">
              <w:rPr>
                <w:i/>
                <w:iCs/>
              </w:rPr>
              <w:t xml:space="preserve"> úkon učinil]</w:t>
            </w:r>
          </w:p>
        </w:tc>
      </w:tr>
      <w:tr w:rsidR="00745B66" w14:paraId="2E9661BF" w14:textId="77777777" w:rsidTr="00E25939">
        <w:tc>
          <w:tcPr>
            <w:tcW w:w="4528" w:type="dxa"/>
          </w:tcPr>
          <w:p w14:paraId="5F72A297" w14:textId="08478B89" w:rsidR="00745B66" w:rsidRDefault="00751AA1" w:rsidP="00745B66">
            <w:r>
              <w:t>Příjmení</w:t>
            </w:r>
          </w:p>
        </w:tc>
        <w:tc>
          <w:tcPr>
            <w:tcW w:w="4533" w:type="dxa"/>
          </w:tcPr>
          <w:p w14:paraId="4BD46793" w14:textId="4EDB8A95" w:rsidR="00745B66" w:rsidRPr="00971673" w:rsidRDefault="0069169F" w:rsidP="00E241B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 xml:space="preserve">[příjmení </w:t>
            </w:r>
            <w:r w:rsidR="00E241BF">
              <w:rPr>
                <w:i/>
                <w:iCs/>
              </w:rPr>
              <w:t>osoby</w:t>
            </w:r>
            <w:r w:rsidRPr="00971673">
              <w:rPr>
                <w:i/>
                <w:iCs/>
              </w:rPr>
              <w:t>, kter</w:t>
            </w:r>
            <w:r w:rsidR="00E241BF">
              <w:rPr>
                <w:i/>
                <w:iCs/>
              </w:rPr>
              <w:t>á</w:t>
            </w:r>
            <w:r w:rsidRPr="00971673">
              <w:rPr>
                <w:i/>
                <w:iCs/>
              </w:rPr>
              <w:t xml:space="preserve"> úkon učinil]</w:t>
            </w:r>
          </w:p>
        </w:tc>
      </w:tr>
      <w:tr w:rsidR="00745B66" w14:paraId="1C551302" w14:textId="77777777" w:rsidTr="00E25939">
        <w:tc>
          <w:tcPr>
            <w:tcW w:w="4528" w:type="dxa"/>
          </w:tcPr>
          <w:p w14:paraId="5A30B314" w14:textId="3F71EEA3" w:rsidR="00745B66" w:rsidRDefault="00751AA1" w:rsidP="00745B66">
            <w:r>
              <w:t>Datum narození</w:t>
            </w:r>
          </w:p>
        </w:tc>
        <w:tc>
          <w:tcPr>
            <w:tcW w:w="4533" w:type="dxa"/>
          </w:tcPr>
          <w:p w14:paraId="1952E62D" w14:textId="44DDF12F" w:rsidR="00745B66" w:rsidRPr="00971673" w:rsidRDefault="0069169F" w:rsidP="00E241B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 xml:space="preserve">[datum narození </w:t>
            </w:r>
            <w:r w:rsidR="00E241BF">
              <w:rPr>
                <w:i/>
                <w:iCs/>
              </w:rPr>
              <w:t>osoby</w:t>
            </w:r>
            <w:r w:rsidRPr="00971673">
              <w:rPr>
                <w:i/>
                <w:iCs/>
              </w:rPr>
              <w:t>, kter</w:t>
            </w:r>
            <w:r w:rsidR="00E241BF">
              <w:rPr>
                <w:i/>
                <w:iCs/>
              </w:rPr>
              <w:t>á</w:t>
            </w:r>
            <w:r w:rsidRPr="00971673">
              <w:rPr>
                <w:i/>
                <w:iCs/>
              </w:rPr>
              <w:t xml:space="preserve"> úkon </w:t>
            </w:r>
            <w:proofErr w:type="spellStart"/>
            <w:r w:rsidRPr="00971673">
              <w:rPr>
                <w:i/>
                <w:iCs/>
              </w:rPr>
              <w:t>učinil</w:t>
            </w:r>
            <w:r w:rsidR="00E241BF">
              <w:rPr>
                <w:i/>
                <w:iCs/>
              </w:rPr>
              <w:t>á</w:t>
            </w:r>
            <w:proofErr w:type="spellEnd"/>
            <w:r w:rsidRPr="00971673">
              <w:rPr>
                <w:i/>
                <w:iCs/>
              </w:rPr>
              <w:t xml:space="preserve"> ve formátu </w:t>
            </w:r>
            <w:proofErr w:type="gramStart"/>
            <w:r w:rsidRPr="00971673">
              <w:rPr>
                <w:i/>
                <w:iCs/>
              </w:rPr>
              <w:t>DD.MM</w:t>
            </w:r>
            <w:proofErr w:type="gramEnd"/>
            <w:r w:rsidRPr="00971673">
              <w:rPr>
                <w:i/>
                <w:iCs/>
              </w:rPr>
              <w:t>.YYYY]</w:t>
            </w:r>
          </w:p>
        </w:tc>
      </w:tr>
      <w:tr w:rsidR="00745B66" w14:paraId="56EC46A1" w14:textId="77777777" w:rsidTr="00E25939">
        <w:tc>
          <w:tcPr>
            <w:tcW w:w="4528" w:type="dxa"/>
          </w:tcPr>
          <w:p w14:paraId="06C6F238" w14:textId="3B0FB0F5" w:rsidR="00745B66" w:rsidRDefault="00E241BF" w:rsidP="00E241BF">
            <w:r>
              <w:t>Adresa trvalého bydliště</w:t>
            </w:r>
          </w:p>
        </w:tc>
        <w:tc>
          <w:tcPr>
            <w:tcW w:w="4533" w:type="dxa"/>
          </w:tcPr>
          <w:p w14:paraId="1947148E" w14:textId="7AB7B381" w:rsidR="00745B66" w:rsidRPr="00971673" w:rsidRDefault="0069169F" w:rsidP="00E241B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>[</w:t>
            </w:r>
            <w:r w:rsidR="00E241BF">
              <w:rPr>
                <w:i/>
                <w:iCs/>
              </w:rPr>
              <w:t>adresa místa trvalého pobytu osoby činící úkon</w:t>
            </w:r>
            <w:r w:rsidRPr="00971673">
              <w:rPr>
                <w:i/>
                <w:iCs/>
              </w:rPr>
              <w:t>]</w:t>
            </w:r>
          </w:p>
        </w:tc>
      </w:tr>
    </w:tbl>
    <w:p w14:paraId="583A1E24" w14:textId="0EEC0834" w:rsidR="00745B66" w:rsidRDefault="00745B66" w:rsidP="00745B66"/>
    <w:p w14:paraId="10036758" w14:textId="0E191EE4" w:rsidR="00E25939" w:rsidRPr="00E25939" w:rsidRDefault="00E25939" w:rsidP="00745B66">
      <w:pPr>
        <w:rPr>
          <w:b/>
          <w:bCs/>
        </w:rPr>
      </w:pPr>
      <w:r w:rsidRPr="00E25939">
        <w:rPr>
          <w:b/>
          <w:bCs/>
        </w:rPr>
        <w:t xml:space="preserve">Identifikace </w:t>
      </w:r>
      <w:r w:rsidR="00E241BF">
        <w:rPr>
          <w:b/>
          <w:bCs/>
        </w:rPr>
        <w:t>osoby činící úkon</w:t>
      </w:r>
      <w:r w:rsidRPr="00E25939">
        <w:rPr>
          <w:b/>
          <w:bCs/>
        </w:rPr>
        <w:t xml:space="preserve">, </w:t>
      </w:r>
      <w:r w:rsidR="0096139F">
        <w:rPr>
          <w:b/>
          <w:bCs/>
        </w:rPr>
        <w:t>právnické osoby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9"/>
        <w:gridCol w:w="4532"/>
      </w:tblGrid>
      <w:tr w:rsidR="00E25939" w:rsidRPr="00971673" w14:paraId="33AC6E6A" w14:textId="77777777" w:rsidTr="004376EF">
        <w:tc>
          <w:tcPr>
            <w:tcW w:w="4605" w:type="dxa"/>
          </w:tcPr>
          <w:p w14:paraId="5CB18766" w14:textId="77777777" w:rsidR="00E25939" w:rsidRPr="00971673" w:rsidRDefault="00E25939" w:rsidP="004376EF">
            <w:r w:rsidRPr="00971673">
              <w:lastRenderedPageBreak/>
              <w:t>Identifikační číslo osoby</w:t>
            </w:r>
          </w:p>
        </w:tc>
        <w:tc>
          <w:tcPr>
            <w:tcW w:w="4606" w:type="dxa"/>
          </w:tcPr>
          <w:p w14:paraId="21A435B0" w14:textId="77777777" w:rsidR="00E25939" w:rsidRPr="00971673" w:rsidRDefault="00E25939" w:rsidP="004376E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>[identifikační číslo právnické osoby, která úkon učinila]</w:t>
            </w:r>
          </w:p>
        </w:tc>
      </w:tr>
      <w:tr w:rsidR="00E25939" w:rsidRPr="00971673" w14:paraId="7E4C6807" w14:textId="77777777" w:rsidTr="004376EF">
        <w:tc>
          <w:tcPr>
            <w:tcW w:w="4605" w:type="dxa"/>
          </w:tcPr>
          <w:p w14:paraId="7914AB4D" w14:textId="77777777" w:rsidR="00E25939" w:rsidRPr="00971673" w:rsidRDefault="00E25939" w:rsidP="004376EF">
            <w:r w:rsidRPr="00971673">
              <w:t>Název osoby</w:t>
            </w:r>
          </w:p>
        </w:tc>
        <w:tc>
          <w:tcPr>
            <w:tcW w:w="4606" w:type="dxa"/>
          </w:tcPr>
          <w:p w14:paraId="28FC9E2A" w14:textId="77777777" w:rsidR="00E25939" w:rsidRPr="00971673" w:rsidRDefault="00E25939" w:rsidP="004376E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>[název právnické osoby, která úkon učinila]</w:t>
            </w:r>
          </w:p>
        </w:tc>
      </w:tr>
      <w:tr w:rsidR="00E25939" w:rsidRPr="00971673" w14:paraId="64759BEF" w14:textId="77777777" w:rsidTr="004376EF">
        <w:tc>
          <w:tcPr>
            <w:tcW w:w="4605" w:type="dxa"/>
          </w:tcPr>
          <w:p w14:paraId="543FCC47" w14:textId="77777777" w:rsidR="00E25939" w:rsidRPr="00971673" w:rsidRDefault="00E25939" w:rsidP="004376EF">
            <w:r w:rsidRPr="00971673">
              <w:t>Sídlo osoby</w:t>
            </w:r>
          </w:p>
        </w:tc>
        <w:tc>
          <w:tcPr>
            <w:tcW w:w="4606" w:type="dxa"/>
          </w:tcPr>
          <w:p w14:paraId="2E8CA3D3" w14:textId="77777777" w:rsidR="00E25939" w:rsidRPr="00971673" w:rsidRDefault="00E25939" w:rsidP="004376E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>[sídlo právnické osoby, která úkon učinila]</w:t>
            </w:r>
          </w:p>
        </w:tc>
      </w:tr>
    </w:tbl>
    <w:p w14:paraId="260303B2" w14:textId="77777777" w:rsidR="00E25939" w:rsidRDefault="00E25939" w:rsidP="00745B66"/>
    <w:p w14:paraId="3594B5B1" w14:textId="07C38809" w:rsidR="00751AA1" w:rsidRPr="00971673" w:rsidRDefault="00E241BF" w:rsidP="00745B66">
      <w:pPr>
        <w:rPr>
          <w:b/>
          <w:bCs/>
        </w:rPr>
      </w:pPr>
      <w:r>
        <w:rPr>
          <w:b/>
          <w:bCs/>
        </w:rPr>
        <w:t>Osoba činící úkon</w:t>
      </w:r>
      <w:r w:rsidR="00F46FCA">
        <w:rPr>
          <w:b/>
          <w:bCs/>
        </w:rPr>
        <w:t xml:space="preserve"> </w:t>
      </w:r>
      <w:r>
        <w:rPr>
          <w:b/>
          <w:bCs/>
        </w:rPr>
        <w:t>je</w:t>
      </w:r>
      <w:r w:rsidR="00751AA1" w:rsidRPr="00971673">
        <w:rPr>
          <w:b/>
          <w:bCs/>
        </w:rPr>
        <w:t xml:space="preserve"> zastoupen</w:t>
      </w:r>
      <w:r>
        <w:rPr>
          <w:b/>
          <w:bCs/>
        </w:rPr>
        <w:t>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1"/>
        <w:gridCol w:w="4520"/>
      </w:tblGrid>
      <w:tr w:rsidR="00E22B06" w:rsidRPr="00751AA1" w14:paraId="00753EBF" w14:textId="77777777" w:rsidTr="00751AA1">
        <w:tc>
          <w:tcPr>
            <w:tcW w:w="4541" w:type="dxa"/>
          </w:tcPr>
          <w:p w14:paraId="760827EE" w14:textId="77777777" w:rsidR="00E22B06" w:rsidRPr="00971673" w:rsidRDefault="00E22B06" w:rsidP="00E22B06">
            <w:r w:rsidRPr="00971673">
              <w:t>Jméno, případně jména</w:t>
            </w:r>
          </w:p>
        </w:tc>
        <w:tc>
          <w:tcPr>
            <w:tcW w:w="4520" w:type="dxa"/>
          </w:tcPr>
          <w:p w14:paraId="31F0DDAF" w14:textId="5B7FCF33" w:rsidR="00E22B06" w:rsidRPr="00971673" w:rsidRDefault="00E22B06" w:rsidP="00E241B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 xml:space="preserve">[jméno, případně jména zmocněnce, který žádá o osvědčení za </w:t>
            </w:r>
            <w:r w:rsidR="00E241BF">
              <w:rPr>
                <w:i/>
                <w:iCs/>
              </w:rPr>
              <w:t>osobu</w:t>
            </w:r>
            <w:r w:rsidRPr="00971673">
              <w:rPr>
                <w:i/>
                <w:iCs/>
              </w:rPr>
              <w:t>, který úkon učinil</w:t>
            </w:r>
            <w:r w:rsidR="00E241BF">
              <w:rPr>
                <w:i/>
                <w:iCs/>
              </w:rPr>
              <w:t>a</w:t>
            </w:r>
            <w:r w:rsidRPr="00971673">
              <w:rPr>
                <w:i/>
                <w:iCs/>
              </w:rPr>
              <w:t>]</w:t>
            </w:r>
          </w:p>
        </w:tc>
      </w:tr>
      <w:tr w:rsidR="00E22B06" w:rsidRPr="00751AA1" w14:paraId="11FCD4E1" w14:textId="77777777" w:rsidTr="00751AA1">
        <w:tc>
          <w:tcPr>
            <w:tcW w:w="4541" w:type="dxa"/>
          </w:tcPr>
          <w:p w14:paraId="2CF4D365" w14:textId="77777777" w:rsidR="00E22B06" w:rsidRPr="00971673" w:rsidRDefault="00E22B06" w:rsidP="00E22B06">
            <w:r w:rsidRPr="00971673">
              <w:t>Příjmení</w:t>
            </w:r>
          </w:p>
        </w:tc>
        <w:tc>
          <w:tcPr>
            <w:tcW w:w="4520" w:type="dxa"/>
          </w:tcPr>
          <w:p w14:paraId="475E9166" w14:textId="28B7224B" w:rsidR="00E22B06" w:rsidRPr="00971673" w:rsidRDefault="00E22B06" w:rsidP="00E241B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 xml:space="preserve">[příjmení zmocněnce, který žádá o osvědčení za </w:t>
            </w:r>
            <w:r w:rsidR="00E241BF">
              <w:rPr>
                <w:i/>
                <w:iCs/>
              </w:rPr>
              <w:t>osobu</w:t>
            </w:r>
            <w:r w:rsidRPr="00971673">
              <w:rPr>
                <w:i/>
                <w:iCs/>
              </w:rPr>
              <w:t>, kter</w:t>
            </w:r>
            <w:r w:rsidR="00E241BF">
              <w:rPr>
                <w:i/>
                <w:iCs/>
              </w:rPr>
              <w:t>á</w:t>
            </w:r>
            <w:r w:rsidRPr="00971673">
              <w:rPr>
                <w:i/>
                <w:iCs/>
              </w:rPr>
              <w:t xml:space="preserve"> úkon učinil</w:t>
            </w:r>
            <w:r w:rsidR="00E241BF">
              <w:rPr>
                <w:i/>
                <w:iCs/>
              </w:rPr>
              <w:t>a</w:t>
            </w:r>
            <w:r w:rsidRPr="00971673">
              <w:rPr>
                <w:i/>
                <w:iCs/>
              </w:rPr>
              <w:t>]</w:t>
            </w:r>
          </w:p>
        </w:tc>
      </w:tr>
      <w:tr w:rsidR="00E22B06" w:rsidRPr="00751AA1" w14:paraId="2C76D39D" w14:textId="77777777" w:rsidTr="00751AA1">
        <w:tc>
          <w:tcPr>
            <w:tcW w:w="4541" w:type="dxa"/>
          </w:tcPr>
          <w:p w14:paraId="2B7F7D3A" w14:textId="77777777" w:rsidR="00E22B06" w:rsidRPr="00971673" w:rsidRDefault="00E22B06" w:rsidP="00E22B06">
            <w:r w:rsidRPr="00971673">
              <w:t>Datum narození</w:t>
            </w:r>
          </w:p>
        </w:tc>
        <w:tc>
          <w:tcPr>
            <w:tcW w:w="4520" w:type="dxa"/>
          </w:tcPr>
          <w:p w14:paraId="54F3EA78" w14:textId="1C9FA2EF" w:rsidR="00E22B06" w:rsidRPr="00971673" w:rsidRDefault="00E22B06" w:rsidP="00E241B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 xml:space="preserve">[datum narození zmocněnce, který žádá o osvědčení za </w:t>
            </w:r>
            <w:r w:rsidR="00E241BF">
              <w:rPr>
                <w:i/>
                <w:iCs/>
              </w:rPr>
              <w:t>osobu</w:t>
            </w:r>
            <w:r w:rsidRPr="00971673">
              <w:rPr>
                <w:i/>
                <w:iCs/>
              </w:rPr>
              <w:t>, kter</w:t>
            </w:r>
            <w:r w:rsidR="00E241BF">
              <w:rPr>
                <w:i/>
                <w:iCs/>
              </w:rPr>
              <w:t>á</w:t>
            </w:r>
            <w:r w:rsidRPr="00971673">
              <w:rPr>
                <w:i/>
                <w:iCs/>
              </w:rPr>
              <w:t xml:space="preserve"> úkon učinil</w:t>
            </w:r>
            <w:r w:rsidR="00E241BF">
              <w:rPr>
                <w:i/>
                <w:iCs/>
              </w:rPr>
              <w:t>a</w:t>
            </w:r>
            <w:r w:rsidRPr="00971673">
              <w:rPr>
                <w:i/>
                <w:iCs/>
              </w:rPr>
              <w:t xml:space="preserve"> ve formátu </w:t>
            </w:r>
            <w:proofErr w:type="gramStart"/>
            <w:r w:rsidRPr="00971673">
              <w:rPr>
                <w:i/>
                <w:iCs/>
              </w:rPr>
              <w:t>DD.MM</w:t>
            </w:r>
            <w:proofErr w:type="gramEnd"/>
            <w:r w:rsidRPr="00971673">
              <w:rPr>
                <w:i/>
                <w:iCs/>
              </w:rPr>
              <w:t>.YYYY]</w:t>
            </w:r>
          </w:p>
        </w:tc>
      </w:tr>
      <w:tr w:rsidR="00E241BF" w:rsidRPr="00751AA1" w14:paraId="29172E6E" w14:textId="77777777" w:rsidTr="00751AA1">
        <w:tc>
          <w:tcPr>
            <w:tcW w:w="4541" w:type="dxa"/>
          </w:tcPr>
          <w:p w14:paraId="65A0F597" w14:textId="2456E07F" w:rsidR="00E241BF" w:rsidRPr="00751AA1" w:rsidRDefault="00E241BF" w:rsidP="00E241BF">
            <w:pPr>
              <w:rPr>
                <w:i/>
                <w:iCs/>
              </w:rPr>
            </w:pPr>
            <w:r>
              <w:t>Adresa trvalého bydliště</w:t>
            </w:r>
          </w:p>
        </w:tc>
        <w:tc>
          <w:tcPr>
            <w:tcW w:w="4520" w:type="dxa"/>
          </w:tcPr>
          <w:p w14:paraId="6AFA8D9A" w14:textId="6271269E" w:rsidR="00E241BF" w:rsidRPr="00971673" w:rsidRDefault="00E241BF" w:rsidP="00E241BF">
            <w:pPr>
              <w:rPr>
                <w:i/>
                <w:iCs/>
              </w:rPr>
            </w:pPr>
            <w:r w:rsidRPr="00971673">
              <w:rPr>
                <w:i/>
                <w:iCs/>
              </w:rPr>
              <w:t>[</w:t>
            </w:r>
            <w:r>
              <w:rPr>
                <w:i/>
                <w:iCs/>
              </w:rPr>
              <w:t xml:space="preserve">adresa místa trvalého pobytu </w:t>
            </w:r>
            <w:r w:rsidRPr="00971673">
              <w:rPr>
                <w:i/>
                <w:iCs/>
              </w:rPr>
              <w:t xml:space="preserve">zmocněnce, který žádá o osvědčení za </w:t>
            </w:r>
            <w:r>
              <w:rPr>
                <w:i/>
                <w:iCs/>
              </w:rPr>
              <w:t>osobu</w:t>
            </w:r>
            <w:r w:rsidRPr="00971673">
              <w:rPr>
                <w:i/>
                <w:iCs/>
              </w:rPr>
              <w:t>, kter</w:t>
            </w:r>
            <w:r>
              <w:rPr>
                <w:i/>
                <w:iCs/>
              </w:rPr>
              <w:t>á</w:t>
            </w:r>
            <w:r w:rsidRPr="00971673">
              <w:rPr>
                <w:i/>
                <w:iCs/>
              </w:rPr>
              <w:t xml:space="preserve"> úkon učinil</w:t>
            </w:r>
            <w:r>
              <w:rPr>
                <w:i/>
                <w:iCs/>
              </w:rPr>
              <w:t>a</w:t>
            </w:r>
            <w:r w:rsidRPr="00971673">
              <w:rPr>
                <w:i/>
                <w:iCs/>
              </w:rPr>
              <w:t>]</w:t>
            </w:r>
          </w:p>
        </w:tc>
      </w:tr>
    </w:tbl>
    <w:p w14:paraId="1B67BE9C" w14:textId="2229DD94" w:rsidR="00751AA1" w:rsidRDefault="00751AA1" w:rsidP="00745B66"/>
    <w:p w14:paraId="3B2642F8" w14:textId="4E9566E6" w:rsidR="00751AA1" w:rsidRDefault="00751AA1" w:rsidP="00745B66">
      <w:pPr>
        <w:rPr>
          <w:b/>
          <w:bCs/>
        </w:rPr>
      </w:pPr>
      <w:r w:rsidRPr="00751AA1">
        <w:rPr>
          <w:b/>
          <w:bCs/>
        </w:rPr>
        <w:t>Digitální úkon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1"/>
        <w:gridCol w:w="4520"/>
      </w:tblGrid>
      <w:tr w:rsidR="00E22B06" w:rsidRPr="00751AA1" w14:paraId="17FEB5D6" w14:textId="77777777" w:rsidTr="004376EF">
        <w:tc>
          <w:tcPr>
            <w:tcW w:w="4541" w:type="dxa"/>
          </w:tcPr>
          <w:p w14:paraId="7482AE84" w14:textId="7326CF8D" w:rsidR="00E22B06" w:rsidRPr="00E22B06" w:rsidRDefault="00E22B06" w:rsidP="00E241BF">
            <w:r w:rsidRPr="00E22B06">
              <w:t xml:space="preserve">Název </w:t>
            </w:r>
            <w:r w:rsidR="00E241BF">
              <w:t>adresáta</w:t>
            </w:r>
          </w:p>
        </w:tc>
        <w:tc>
          <w:tcPr>
            <w:tcW w:w="4520" w:type="dxa"/>
          </w:tcPr>
          <w:p w14:paraId="546DEBDF" w14:textId="6DEF90A2" w:rsidR="00E22B06" w:rsidRPr="00751AA1" w:rsidRDefault="00E22B06" w:rsidP="00E241BF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[název orgánu veřejné moci, </w:t>
            </w:r>
            <w:r w:rsidR="00E241BF">
              <w:rPr>
                <w:i/>
                <w:iCs/>
              </w:rPr>
              <w:t xml:space="preserve">vůči </w:t>
            </w:r>
            <w:r>
              <w:rPr>
                <w:i/>
                <w:iCs/>
              </w:rPr>
              <w:t>kter</w:t>
            </w:r>
            <w:r w:rsidR="00E241BF">
              <w:rPr>
                <w:i/>
                <w:iCs/>
              </w:rPr>
              <w:t>ému byl</w:t>
            </w:r>
            <w:r>
              <w:rPr>
                <w:i/>
                <w:iCs/>
              </w:rPr>
              <w:t xml:space="preserve"> </w:t>
            </w:r>
            <w:r w:rsidR="00F46FCA">
              <w:rPr>
                <w:i/>
                <w:iCs/>
              </w:rPr>
              <w:t>proved</w:t>
            </w:r>
            <w:r w:rsidR="00E241BF">
              <w:rPr>
                <w:i/>
                <w:iCs/>
              </w:rPr>
              <w:t>en</w:t>
            </w:r>
            <w:r w:rsidR="00F46FC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digitální úkon]</w:t>
            </w:r>
          </w:p>
        </w:tc>
      </w:tr>
      <w:tr w:rsidR="00E241BF" w:rsidRPr="00751AA1" w14:paraId="23F5CA7B" w14:textId="77777777" w:rsidTr="004376EF">
        <w:tc>
          <w:tcPr>
            <w:tcW w:w="4541" w:type="dxa"/>
          </w:tcPr>
          <w:p w14:paraId="07BF247B" w14:textId="6BBE4424" w:rsidR="00E241BF" w:rsidRPr="00E22B06" w:rsidRDefault="00E241BF" w:rsidP="00E241BF">
            <w:r>
              <w:t>Adresa adresáta</w:t>
            </w:r>
          </w:p>
        </w:tc>
        <w:tc>
          <w:tcPr>
            <w:tcW w:w="4520" w:type="dxa"/>
          </w:tcPr>
          <w:p w14:paraId="4AE73C01" w14:textId="0A41CE47" w:rsidR="00E241BF" w:rsidRDefault="00E241BF" w:rsidP="00E241BF">
            <w:pPr>
              <w:rPr>
                <w:i/>
                <w:iCs/>
              </w:rPr>
            </w:pPr>
            <w:r>
              <w:rPr>
                <w:i/>
                <w:iCs/>
              </w:rPr>
              <w:t>[adresa</w:t>
            </w:r>
            <w:r>
              <w:rPr>
                <w:i/>
                <w:iCs/>
              </w:rPr>
              <w:t xml:space="preserve"> orgánu veřejné moci, vůči kterému byl proveden digitální úkon</w:t>
            </w:r>
            <w:r>
              <w:rPr>
                <w:i/>
                <w:iCs/>
              </w:rPr>
              <w:t>]</w:t>
            </w:r>
          </w:p>
        </w:tc>
      </w:tr>
      <w:tr w:rsidR="00E241BF" w:rsidRPr="00751AA1" w14:paraId="1C38C4A8" w14:textId="77777777" w:rsidTr="004376EF">
        <w:tc>
          <w:tcPr>
            <w:tcW w:w="4541" w:type="dxa"/>
          </w:tcPr>
          <w:p w14:paraId="7AB8DDE0" w14:textId="2313C033" w:rsidR="00E241BF" w:rsidRDefault="00E241BF" w:rsidP="00E22B06">
            <w:r>
              <w:t>IČO nebo datová schránka adresáta</w:t>
            </w:r>
          </w:p>
        </w:tc>
        <w:tc>
          <w:tcPr>
            <w:tcW w:w="4520" w:type="dxa"/>
          </w:tcPr>
          <w:p w14:paraId="2124CF7D" w14:textId="3DEC055C" w:rsidR="00E241BF" w:rsidRDefault="00E241BF" w:rsidP="00E241BF">
            <w:pPr>
              <w:rPr>
                <w:i/>
                <w:iCs/>
              </w:rPr>
            </w:pPr>
            <w:r>
              <w:rPr>
                <w:i/>
                <w:iCs/>
              </w:rPr>
              <w:t>[</w:t>
            </w:r>
            <w:r>
              <w:rPr>
                <w:i/>
                <w:iCs/>
              </w:rPr>
              <w:t>identifikační číslo osoby nebo číslo datové schránky</w:t>
            </w:r>
            <w:r>
              <w:rPr>
                <w:i/>
                <w:iCs/>
              </w:rPr>
              <w:t xml:space="preserve"> orgánu veřejné moci, vůči kterému byl proveden digitální úkon]</w:t>
            </w:r>
          </w:p>
        </w:tc>
      </w:tr>
      <w:tr w:rsidR="00E22B06" w:rsidRPr="00751AA1" w14:paraId="1A61EF86" w14:textId="77777777" w:rsidTr="004376EF">
        <w:tc>
          <w:tcPr>
            <w:tcW w:w="4541" w:type="dxa"/>
          </w:tcPr>
          <w:p w14:paraId="219294D5" w14:textId="7255AC3E" w:rsidR="00E22B06" w:rsidRPr="00E22B06" w:rsidRDefault="00F46FCA" w:rsidP="00F46FCA">
            <w:r>
              <w:t>Agenda veřejné správy</w:t>
            </w:r>
          </w:p>
        </w:tc>
        <w:tc>
          <w:tcPr>
            <w:tcW w:w="4520" w:type="dxa"/>
          </w:tcPr>
          <w:p w14:paraId="0F646ACD" w14:textId="5B5980B5" w:rsidR="00E22B06" w:rsidRPr="00751AA1" w:rsidRDefault="00971673" w:rsidP="00F46FCA">
            <w:pPr>
              <w:rPr>
                <w:i/>
                <w:iCs/>
              </w:rPr>
            </w:pPr>
            <w:r>
              <w:rPr>
                <w:i/>
                <w:iCs/>
              </w:rPr>
              <w:t>[ID agendy</w:t>
            </w:r>
            <w:r w:rsidR="0096139F">
              <w:rPr>
                <w:i/>
                <w:iCs/>
              </w:rPr>
              <w:t>, název agendy</w:t>
            </w:r>
            <w:r>
              <w:rPr>
                <w:i/>
                <w:iCs/>
              </w:rPr>
              <w:t xml:space="preserve"> z registru práv a povinností, v rámci které se </w:t>
            </w:r>
            <w:r w:rsidR="00F46FCA">
              <w:rPr>
                <w:i/>
                <w:iCs/>
              </w:rPr>
              <w:t>provedl</w:t>
            </w:r>
            <w:r>
              <w:rPr>
                <w:i/>
                <w:iCs/>
              </w:rPr>
              <w:t xml:space="preserve"> digitální úkon]</w:t>
            </w:r>
          </w:p>
        </w:tc>
      </w:tr>
      <w:tr w:rsidR="002027AC" w:rsidRPr="00751AA1" w14:paraId="520E9674" w14:textId="77777777" w:rsidTr="004376EF">
        <w:tc>
          <w:tcPr>
            <w:tcW w:w="4541" w:type="dxa"/>
          </w:tcPr>
          <w:p w14:paraId="7E58E70C" w14:textId="56B1B365" w:rsidR="002027AC" w:rsidRDefault="002027AC" w:rsidP="00F46FCA">
            <w:r>
              <w:lastRenderedPageBreak/>
              <w:t>Služba z katalogu služeb</w:t>
            </w:r>
          </w:p>
        </w:tc>
        <w:tc>
          <w:tcPr>
            <w:tcW w:w="4520" w:type="dxa"/>
          </w:tcPr>
          <w:p w14:paraId="33A4BDB5" w14:textId="3CD36C81" w:rsidR="002027AC" w:rsidRDefault="002027AC" w:rsidP="002027AC">
            <w:pPr>
              <w:rPr>
                <w:i/>
                <w:iCs/>
              </w:rPr>
            </w:pPr>
            <w:r>
              <w:rPr>
                <w:i/>
                <w:iCs/>
              </w:rPr>
              <w:t>[ID služby, název služby, v rámci které se provedl digitální úkon]</w:t>
            </w:r>
          </w:p>
        </w:tc>
      </w:tr>
      <w:tr w:rsidR="00E22B06" w:rsidRPr="00751AA1" w14:paraId="24884D9B" w14:textId="77777777" w:rsidTr="004376EF">
        <w:tc>
          <w:tcPr>
            <w:tcW w:w="4541" w:type="dxa"/>
          </w:tcPr>
          <w:p w14:paraId="3A2EB23C" w14:textId="4A2EDCCF" w:rsidR="00E22B06" w:rsidRPr="00E22B06" w:rsidRDefault="00F46FCA" w:rsidP="00F46FCA">
            <w:r>
              <w:t xml:space="preserve">Úkon </w:t>
            </w:r>
            <w:r w:rsidR="00E22B06" w:rsidRPr="00E22B06">
              <w:t xml:space="preserve">z katalogu služeb </w:t>
            </w:r>
          </w:p>
        </w:tc>
        <w:tc>
          <w:tcPr>
            <w:tcW w:w="4520" w:type="dxa"/>
          </w:tcPr>
          <w:p w14:paraId="2C78775F" w14:textId="18260C0F" w:rsidR="00E22B06" w:rsidRPr="00751AA1" w:rsidRDefault="00971673" w:rsidP="00F46FCA">
            <w:pPr>
              <w:rPr>
                <w:i/>
                <w:iCs/>
              </w:rPr>
            </w:pPr>
            <w:r>
              <w:rPr>
                <w:i/>
                <w:iCs/>
              </w:rPr>
              <w:t>[</w:t>
            </w:r>
            <w:r w:rsidR="0096139F">
              <w:rPr>
                <w:i/>
                <w:iCs/>
              </w:rPr>
              <w:t xml:space="preserve">ID úkonu z katalogu služeb, </w:t>
            </w:r>
            <w:r>
              <w:rPr>
                <w:i/>
                <w:iCs/>
              </w:rPr>
              <w:t xml:space="preserve">název </w:t>
            </w:r>
            <w:r w:rsidR="0096139F">
              <w:rPr>
                <w:i/>
                <w:iCs/>
              </w:rPr>
              <w:t>úkonu</w:t>
            </w:r>
            <w:r w:rsidR="00F46FCA">
              <w:rPr>
                <w:i/>
                <w:iCs/>
              </w:rPr>
              <w:t xml:space="preserve">, </w:t>
            </w:r>
            <w:r>
              <w:rPr>
                <w:i/>
                <w:iCs/>
              </w:rPr>
              <w:t>v rámci kterého se p</w:t>
            </w:r>
            <w:r w:rsidR="00F46FCA">
              <w:rPr>
                <w:i/>
                <w:iCs/>
              </w:rPr>
              <w:t>rovedl</w:t>
            </w:r>
            <w:r>
              <w:rPr>
                <w:i/>
                <w:iCs/>
              </w:rPr>
              <w:t xml:space="preserve"> digitální úkon]</w:t>
            </w:r>
          </w:p>
        </w:tc>
      </w:tr>
      <w:tr w:rsidR="00E22B06" w:rsidRPr="00751AA1" w14:paraId="2CAB7839" w14:textId="77777777" w:rsidTr="004376EF">
        <w:tc>
          <w:tcPr>
            <w:tcW w:w="4541" w:type="dxa"/>
          </w:tcPr>
          <w:p w14:paraId="1C1601D6" w14:textId="469C9C1A" w:rsidR="00E22B06" w:rsidRPr="00E22B06" w:rsidRDefault="00971673" w:rsidP="00E22B06">
            <w:r>
              <w:t>Datum a č</w:t>
            </w:r>
            <w:r w:rsidR="00E22B06">
              <w:t>as digitálního úkonu</w:t>
            </w:r>
          </w:p>
        </w:tc>
        <w:tc>
          <w:tcPr>
            <w:tcW w:w="4520" w:type="dxa"/>
          </w:tcPr>
          <w:p w14:paraId="13513002" w14:textId="737771C5" w:rsidR="00E22B06" w:rsidRPr="00751AA1" w:rsidRDefault="00971673" w:rsidP="00F46FCA">
            <w:pPr>
              <w:rPr>
                <w:i/>
                <w:iCs/>
              </w:rPr>
            </w:pPr>
            <w:r>
              <w:rPr>
                <w:i/>
                <w:iCs/>
              </w:rPr>
              <w:t>[datum</w:t>
            </w:r>
            <w:r w:rsidR="00D0404A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čas, kdy byl digitální úkon </w:t>
            </w:r>
            <w:r w:rsidR="00F46FCA">
              <w:rPr>
                <w:i/>
                <w:iCs/>
              </w:rPr>
              <w:t>proveden</w:t>
            </w:r>
            <w:r>
              <w:rPr>
                <w:i/>
                <w:iCs/>
              </w:rPr>
              <w:t xml:space="preserve"> ve formátu </w:t>
            </w:r>
            <w:proofErr w:type="gramStart"/>
            <w:r>
              <w:rPr>
                <w:i/>
                <w:iCs/>
              </w:rPr>
              <w:t>DD.MM</w:t>
            </w:r>
            <w:proofErr w:type="gramEnd"/>
            <w:r>
              <w:rPr>
                <w:i/>
                <w:iCs/>
              </w:rPr>
              <w:t>.YYYY</w:t>
            </w:r>
            <w:r w:rsidR="00D0404A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HH:MM:SS]</w:t>
            </w:r>
          </w:p>
        </w:tc>
      </w:tr>
      <w:tr w:rsidR="002E1E18" w:rsidRPr="00751AA1" w14:paraId="08141390" w14:textId="77777777" w:rsidTr="004376EF">
        <w:tc>
          <w:tcPr>
            <w:tcW w:w="4541" w:type="dxa"/>
          </w:tcPr>
          <w:p w14:paraId="0D2ED41B" w14:textId="52CC2AF0" w:rsidR="002E1E18" w:rsidRDefault="002E1E18" w:rsidP="00E241BF">
            <w:r>
              <w:t xml:space="preserve">Způsob </w:t>
            </w:r>
            <w:r w:rsidR="00E241BF">
              <w:t>provedení úkonu</w:t>
            </w:r>
          </w:p>
        </w:tc>
        <w:tc>
          <w:tcPr>
            <w:tcW w:w="4520" w:type="dxa"/>
          </w:tcPr>
          <w:p w14:paraId="588BD916" w14:textId="605788B2" w:rsidR="002E1E18" w:rsidRDefault="002E1E18" w:rsidP="00E22B06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[způsob, jakým byl učiněn digitální úkon, viz </w:t>
            </w:r>
            <w:r w:rsidRPr="002E1E18">
              <w:rPr>
                <w:i/>
                <w:iCs/>
              </w:rPr>
              <w:t xml:space="preserve">§ 4 odst. 1 písm. a) </w:t>
            </w:r>
            <w:r>
              <w:rPr>
                <w:i/>
                <w:iCs/>
              </w:rPr>
              <w:t xml:space="preserve">– e) </w:t>
            </w:r>
            <w:r w:rsidRPr="002E1E18">
              <w:rPr>
                <w:i/>
                <w:iCs/>
              </w:rPr>
              <w:t>zákona č. 12/2020 Sb. o právu na digitální služby</w:t>
            </w:r>
            <w:r>
              <w:rPr>
                <w:i/>
                <w:iCs/>
              </w:rPr>
              <w:t>]</w:t>
            </w:r>
          </w:p>
        </w:tc>
      </w:tr>
      <w:tr w:rsidR="002E1E18" w:rsidRPr="00751AA1" w14:paraId="3E80AC73" w14:textId="77777777" w:rsidTr="004376EF">
        <w:tc>
          <w:tcPr>
            <w:tcW w:w="4541" w:type="dxa"/>
          </w:tcPr>
          <w:p w14:paraId="1B009E96" w14:textId="35749392" w:rsidR="002E1E18" w:rsidRDefault="00E241BF" w:rsidP="00E22B06">
            <w:r>
              <w:t>Vybraný</w:t>
            </w:r>
            <w:r w:rsidR="002E1E18">
              <w:t xml:space="preserve"> způsob doručení</w:t>
            </w:r>
            <w:r w:rsidR="00F46FCA">
              <w:t xml:space="preserve"> osvědčení</w:t>
            </w:r>
          </w:p>
        </w:tc>
        <w:tc>
          <w:tcPr>
            <w:tcW w:w="4520" w:type="dxa"/>
          </w:tcPr>
          <w:p w14:paraId="01D0B371" w14:textId="7C16A19A" w:rsidR="002E1E18" w:rsidRDefault="002E1E18" w:rsidP="00E22B06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[preferovaný způsob doručení osvědčení o digitálním úkonu, který učinil žadatel dle </w:t>
            </w:r>
            <w:r w:rsidRPr="002E1E18">
              <w:rPr>
                <w:i/>
                <w:iCs/>
              </w:rPr>
              <w:t>§ 5 odst. 4 zákona č. 12/2020 Sb. o právu na digitální služby</w:t>
            </w:r>
            <w:r>
              <w:rPr>
                <w:i/>
                <w:iCs/>
              </w:rPr>
              <w:t>]</w:t>
            </w:r>
          </w:p>
        </w:tc>
      </w:tr>
      <w:tr w:rsidR="00E22B06" w:rsidRPr="00751AA1" w14:paraId="71C24F9D" w14:textId="77777777" w:rsidTr="004376EF">
        <w:tc>
          <w:tcPr>
            <w:tcW w:w="4541" w:type="dxa"/>
          </w:tcPr>
          <w:p w14:paraId="2BC24E48" w14:textId="17FD91F2" w:rsidR="00E22B06" w:rsidRPr="00E22B06" w:rsidRDefault="00E22B06" w:rsidP="00E22B06">
            <w:r w:rsidRPr="00E22B06">
              <w:t>Identifikace úkonu u orgánu veřejné moci</w:t>
            </w:r>
          </w:p>
        </w:tc>
        <w:tc>
          <w:tcPr>
            <w:tcW w:w="4520" w:type="dxa"/>
          </w:tcPr>
          <w:p w14:paraId="5841DCD9" w14:textId="283B895F" w:rsidR="00E22B06" w:rsidRPr="00751AA1" w:rsidRDefault="00971673" w:rsidP="00F46FCA">
            <w:pPr>
              <w:rPr>
                <w:i/>
                <w:iCs/>
              </w:rPr>
            </w:pPr>
            <w:r>
              <w:rPr>
                <w:i/>
                <w:iCs/>
              </w:rPr>
              <w:t>[</w:t>
            </w:r>
            <w:r w:rsidR="00E241BF" w:rsidRPr="00E241BF">
              <w:rPr>
                <w:i/>
              </w:rPr>
              <w:t>Číslo jednací digitálního úkonu</w:t>
            </w:r>
            <w:r>
              <w:rPr>
                <w:i/>
                <w:iCs/>
              </w:rPr>
              <w:t>]</w:t>
            </w:r>
          </w:p>
        </w:tc>
      </w:tr>
    </w:tbl>
    <w:p w14:paraId="54995FFE" w14:textId="63857C01" w:rsidR="00751AA1" w:rsidRDefault="00751AA1" w:rsidP="00745B66">
      <w:pPr>
        <w:rPr>
          <w:b/>
          <w:bCs/>
        </w:rPr>
      </w:pPr>
    </w:p>
    <w:p w14:paraId="0B841265" w14:textId="7BA007FF" w:rsidR="0016772C" w:rsidRDefault="0016772C" w:rsidP="00745B66">
      <w:pPr>
        <w:rPr>
          <w:b/>
          <w:bCs/>
        </w:rPr>
      </w:pPr>
      <w:r>
        <w:rPr>
          <w:b/>
          <w:bCs/>
        </w:rPr>
        <w:t>Osoba pověřená podpisem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1"/>
        <w:gridCol w:w="4520"/>
      </w:tblGrid>
      <w:tr w:rsidR="0016772C" w:rsidRPr="00751AA1" w14:paraId="786FC144" w14:textId="77777777" w:rsidTr="00F6362D">
        <w:tc>
          <w:tcPr>
            <w:tcW w:w="4541" w:type="dxa"/>
          </w:tcPr>
          <w:p w14:paraId="6840ABAF" w14:textId="2EF52D32" w:rsidR="0016772C" w:rsidRPr="00E22B06" w:rsidRDefault="0016772C" w:rsidP="0016772C">
            <w:r>
              <w:t>Jméno, případně jména</w:t>
            </w:r>
          </w:p>
        </w:tc>
        <w:tc>
          <w:tcPr>
            <w:tcW w:w="4520" w:type="dxa"/>
          </w:tcPr>
          <w:p w14:paraId="140755B5" w14:textId="589D242E" w:rsidR="0016772C" w:rsidRPr="00751AA1" w:rsidRDefault="0016772C" w:rsidP="0016772C">
            <w:pPr>
              <w:rPr>
                <w:i/>
                <w:iCs/>
              </w:rPr>
            </w:pPr>
            <w:r>
              <w:rPr>
                <w:i/>
                <w:iCs/>
              </w:rPr>
              <w:t>[</w:t>
            </w:r>
            <w:r w:rsidRPr="00971673">
              <w:rPr>
                <w:i/>
                <w:iCs/>
              </w:rPr>
              <w:t xml:space="preserve">jméno, případně jména </w:t>
            </w:r>
            <w:r>
              <w:rPr>
                <w:i/>
                <w:iCs/>
              </w:rPr>
              <w:t>osoby</w:t>
            </w:r>
            <w:r w:rsidRPr="00971673">
              <w:rPr>
                <w:i/>
                <w:iCs/>
              </w:rPr>
              <w:t>, kter</w:t>
            </w:r>
            <w:r>
              <w:rPr>
                <w:i/>
                <w:iCs/>
              </w:rPr>
              <w:t>á</w:t>
            </w:r>
            <w:r>
              <w:rPr>
                <w:i/>
                <w:iCs/>
              </w:rPr>
              <w:t xml:space="preserve"> je pověřená podepisovat za adresáta digitálního úkonu </w:t>
            </w:r>
            <w:r>
              <w:rPr>
                <w:i/>
                <w:iCs/>
              </w:rPr>
              <w:t>]</w:t>
            </w:r>
          </w:p>
        </w:tc>
      </w:tr>
      <w:tr w:rsidR="0016772C" w:rsidRPr="00751AA1" w14:paraId="03A95C1D" w14:textId="77777777" w:rsidTr="00F6362D">
        <w:tc>
          <w:tcPr>
            <w:tcW w:w="4541" w:type="dxa"/>
          </w:tcPr>
          <w:p w14:paraId="7256369A" w14:textId="6B065BDA" w:rsidR="0016772C" w:rsidRPr="00E22B06" w:rsidRDefault="0016772C" w:rsidP="0016772C">
            <w:r>
              <w:t>Příjmení</w:t>
            </w:r>
          </w:p>
        </w:tc>
        <w:tc>
          <w:tcPr>
            <w:tcW w:w="4520" w:type="dxa"/>
          </w:tcPr>
          <w:p w14:paraId="7079972C" w14:textId="7913F7F4" w:rsidR="0016772C" w:rsidRPr="00751AA1" w:rsidRDefault="0016772C" w:rsidP="0016772C">
            <w:pPr>
              <w:rPr>
                <w:i/>
                <w:iCs/>
              </w:rPr>
            </w:pPr>
            <w:r>
              <w:rPr>
                <w:i/>
                <w:iCs/>
              </w:rPr>
              <w:t>[</w:t>
            </w:r>
            <w:r>
              <w:rPr>
                <w:i/>
                <w:iCs/>
              </w:rPr>
              <w:t>příjmení osoby,</w:t>
            </w:r>
            <w:r w:rsidRPr="00971673">
              <w:rPr>
                <w:i/>
                <w:iCs/>
              </w:rPr>
              <w:t xml:space="preserve"> kter</w:t>
            </w:r>
            <w:r>
              <w:rPr>
                <w:i/>
                <w:iCs/>
              </w:rPr>
              <w:t>á je pověřená podepisovat za adresáta digitálního úkonu]</w:t>
            </w:r>
          </w:p>
        </w:tc>
      </w:tr>
      <w:tr w:rsidR="0016772C" w14:paraId="717FE6F9" w14:textId="77777777" w:rsidTr="00F6362D">
        <w:tc>
          <w:tcPr>
            <w:tcW w:w="4541" w:type="dxa"/>
          </w:tcPr>
          <w:p w14:paraId="133F7205" w14:textId="298F27D6" w:rsidR="0016772C" w:rsidRDefault="0016772C" w:rsidP="00F6362D">
            <w:r>
              <w:t>Funkce nebo služební číslo</w:t>
            </w:r>
          </w:p>
        </w:tc>
        <w:tc>
          <w:tcPr>
            <w:tcW w:w="4520" w:type="dxa"/>
          </w:tcPr>
          <w:p w14:paraId="0405E71D" w14:textId="567D001A" w:rsidR="0016772C" w:rsidRDefault="0016772C" w:rsidP="0016772C">
            <w:pPr>
              <w:rPr>
                <w:i/>
                <w:iCs/>
              </w:rPr>
            </w:pPr>
            <w:r>
              <w:rPr>
                <w:i/>
                <w:iCs/>
              </w:rPr>
              <w:t>[</w:t>
            </w:r>
            <w:r>
              <w:rPr>
                <w:i/>
                <w:iCs/>
              </w:rPr>
              <w:t>funkce nebo služební číslo</w:t>
            </w:r>
            <w:r w:rsidRPr="0097167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osoby</w:t>
            </w:r>
            <w:r w:rsidRPr="00971673">
              <w:rPr>
                <w:i/>
                <w:iCs/>
              </w:rPr>
              <w:t>, kter</w:t>
            </w:r>
            <w:r>
              <w:rPr>
                <w:i/>
                <w:iCs/>
              </w:rPr>
              <w:t>á je pověřená podepisovat za adresáta digitálního úkonu]</w:t>
            </w:r>
          </w:p>
        </w:tc>
      </w:tr>
    </w:tbl>
    <w:p w14:paraId="455FC0A4" w14:textId="77777777" w:rsidR="0016772C" w:rsidRPr="00751AA1" w:rsidRDefault="0016772C" w:rsidP="00745B66">
      <w:pPr>
        <w:rPr>
          <w:b/>
          <w:bCs/>
        </w:rPr>
      </w:pPr>
      <w:bookmarkStart w:id="0" w:name="_GoBack"/>
      <w:bookmarkEnd w:id="0"/>
    </w:p>
    <w:sectPr w:rsidR="0016772C" w:rsidRPr="00751AA1" w:rsidSect="00817E42">
      <w:headerReference w:type="even" r:id="rId11"/>
      <w:headerReference w:type="default" r:id="rId12"/>
      <w:headerReference w:type="first" r:id="rId13"/>
      <w:pgSz w:w="11906" w:h="16838" w:code="9"/>
      <w:pgMar w:top="1949" w:right="1134" w:bottom="2835" w:left="1701" w:header="1985" w:footer="2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6D5F6" w14:textId="77777777" w:rsidR="00313006" w:rsidRDefault="00313006" w:rsidP="00F9455C">
      <w:pPr>
        <w:spacing w:after="0" w:line="240" w:lineRule="auto"/>
      </w:pPr>
      <w:r>
        <w:separator/>
      </w:r>
    </w:p>
  </w:endnote>
  <w:endnote w:type="continuationSeparator" w:id="0">
    <w:p w14:paraId="256A8F90" w14:textId="77777777" w:rsidR="00313006" w:rsidRDefault="00313006" w:rsidP="00F94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68DF2" w14:textId="77777777" w:rsidR="00313006" w:rsidRDefault="00313006" w:rsidP="00F9455C">
      <w:pPr>
        <w:spacing w:after="0" w:line="240" w:lineRule="auto"/>
      </w:pPr>
      <w:r>
        <w:separator/>
      </w:r>
    </w:p>
  </w:footnote>
  <w:footnote w:type="continuationSeparator" w:id="0">
    <w:p w14:paraId="65719302" w14:textId="77777777" w:rsidR="00313006" w:rsidRDefault="00313006" w:rsidP="00F94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F2663" w14:textId="4BDD09B7" w:rsidR="00745B66" w:rsidRDefault="00313006">
    <w:pPr>
      <w:pStyle w:val="Zhlav"/>
    </w:pPr>
    <w:r>
      <w:rPr>
        <w:noProof/>
      </w:rPr>
      <w:pict w14:anchorId="67CA02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504688" o:spid="_x0000_s2050" type="#_x0000_t136" style="position:absolute;margin-left:0;margin-top:0;width:365.4pt;height:274.05pt;rotation:315;z-index:-251653632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VZ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FC744" w14:textId="2A705D88" w:rsidR="0085576A" w:rsidRDefault="00313006" w:rsidP="002F36FB">
    <w:pPr>
      <w:pStyle w:val="Zhlav"/>
    </w:pPr>
    <w:r>
      <w:rPr>
        <w:noProof/>
      </w:rPr>
      <w:pict w14:anchorId="312B0B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504689" o:spid="_x0000_s2051" type="#_x0000_t136" style="position:absolute;margin-left:0;margin-top:0;width:365.4pt;height:274.05pt;rotation:315;z-index:-251651584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VZOR"/>
          <w10:wrap anchorx="margin" anchory="margin"/>
        </v:shape>
      </w:pict>
    </w:r>
    <w:r w:rsidR="00E241BF">
      <w:t>Logo adresáta digitálního úkonu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214C" w14:textId="4F9E114C" w:rsidR="00745B66" w:rsidRDefault="00313006">
    <w:pPr>
      <w:pStyle w:val="Zhlav"/>
    </w:pPr>
    <w:r>
      <w:rPr>
        <w:noProof/>
      </w:rPr>
      <w:pict w14:anchorId="69968C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504687" o:spid="_x0000_s2049" type="#_x0000_t136" style="position:absolute;margin-left:0;margin-top:0;width:365.4pt;height:274.05pt;rotation:315;z-index:-25165568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VZ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07C5"/>
    <w:multiLevelType w:val="multilevel"/>
    <w:tmpl w:val="14D8FD6A"/>
    <w:lvl w:ilvl="0">
      <w:start w:val="1"/>
      <w:numFmt w:val="bullet"/>
      <w:lvlText w:val="­"/>
      <w:lvlJc w:val="left"/>
      <w:pPr>
        <w:tabs>
          <w:tab w:val="num" w:pos="1428"/>
        </w:tabs>
        <w:ind w:left="1428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2DC04996"/>
    <w:multiLevelType w:val="singleLevel"/>
    <w:tmpl w:val="D1F099D4"/>
    <w:lvl w:ilvl="0">
      <w:start w:val="1"/>
      <w:numFmt w:val="bullet"/>
      <w:lvlText w:val="­"/>
      <w:lvlJc w:val="left"/>
      <w:pPr>
        <w:tabs>
          <w:tab w:val="num" w:pos="1428"/>
        </w:tabs>
        <w:ind w:left="1428" w:hanging="360"/>
      </w:pPr>
      <w:rPr>
        <w:rFonts w:ascii="Arial" w:hAnsi="Arial" w:cs="Arial" w:hint="default"/>
      </w:rPr>
    </w:lvl>
  </w:abstractNum>
  <w:abstractNum w:abstractNumId="2" w15:restartNumberingAfterBreak="0">
    <w:nsid w:val="33F56988"/>
    <w:multiLevelType w:val="multilevel"/>
    <w:tmpl w:val="4FF24E22"/>
    <w:lvl w:ilvl="0">
      <w:start w:val="1"/>
      <w:numFmt w:val="bullet"/>
      <w:lvlText w:val="­"/>
      <w:lvlJc w:val="left"/>
      <w:pPr>
        <w:tabs>
          <w:tab w:val="num" w:pos="1428"/>
        </w:tabs>
        <w:ind w:left="1428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3BCF2B63"/>
    <w:multiLevelType w:val="hybridMultilevel"/>
    <w:tmpl w:val="8F4CD8DC"/>
    <w:lvl w:ilvl="0" w:tplc="D1C882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13F1E"/>
    <w:multiLevelType w:val="singleLevel"/>
    <w:tmpl w:val="D1F099D4"/>
    <w:lvl w:ilvl="0">
      <w:start w:val="1"/>
      <w:numFmt w:val="bullet"/>
      <w:lvlText w:val="­"/>
      <w:lvlJc w:val="left"/>
      <w:pPr>
        <w:tabs>
          <w:tab w:val="num" w:pos="1428"/>
        </w:tabs>
        <w:ind w:left="1428" w:hanging="360"/>
      </w:pPr>
      <w:rPr>
        <w:rFonts w:ascii="Arial" w:hAnsi="Arial" w:cs="Arial" w:hint="default"/>
      </w:rPr>
    </w:lvl>
  </w:abstractNum>
  <w:abstractNum w:abstractNumId="5" w15:restartNumberingAfterBreak="0">
    <w:nsid w:val="541868B8"/>
    <w:multiLevelType w:val="multilevel"/>
    <w:tmpl w:val="E2D24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786D516B"/>
    <w:multiLevelType w:val="hybridMultilevel"/>
    <w:tmpl w:val="FE7EC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66"/>
    <w:rsid w:val="00033791"/>
    <w:rsid w:val="00083465"/>
    <w:rsid w:val="0008586D"/>
    <w:rsid w:val="000C6BED"/>
    <w:rsid w:val="000E6F41"/>
    <w:rsid w:val="000E7E6F"/>
    <w:rsid w:val="00102365"/>
    <w:rsid w:val="00120189"/>
    <w:rsid w:val="001458F1"/>
    <w:rsid w:val="001523DE"/>
    <w:rsid w:val="0016581E"/>
    <w:rsid w:val="0016772C"/>
    <w:rsid w:val="00171354"/>
    <w:rsid w:val="001827E6"/>
    <w:rsid w:val="00194A3F"/>
    <w:rsid w:val="00194E46"/>
    <w:rsid w:val="001B3831"/>
    <w:rsid w:val="001F011E"/>
    <w:rsid w:val="002027AC"/>
    <w:rsid w:val="00205835"/>
    <w:rsid w:val="00216E5E"/>
    <w:rsid w:val="00233B6B"/>
    <w:rsid w:val="002363EF"/>
    <w:rsid w:val="002415AD"/>
    <w:rsid w:val="00244444"/>
    <w:rsid w:val="002476FD"/>
    <w:rsid w:val="00262B13"/>
    <w:rsid w:val="00262BB7"/>
    <w:rsid w:val="00266081"/>
    <w:rsid w:val="00283CCA"/>
    <w:rsid w:val="00292D42"/>
    <w:rsid w:val="00295B5C"/>
    <w:rsid w:val="002B6630"/>
    <w:rsid w:val="002D0ADE"/>
    <w:rsid w:val="002E1E18"/>
    <w:rsid w:val="002E2C93"/>
    <w:rsid w:val="002F36FB"/>
    <w:rsid w:val="002F3E42"/>
    <w:rsid w:val="00313006"/>
    <w:rsid w:val="00315DFC"/>
    <w:rsid w:val="0031657B"/>
    <w:rsid w:val="003213F8"/>
    <w:rsid w:val="00334CA1"/>
    <w:rsid w:val="003441A0"/>
    <w:rsid w:val="003512A8"/>
    <w:rsid w:val="00354DF6"/>
    <w:rsid w:val="003560E6"/>
    <w:rsid w:val="00362B49"/>
    <w:rsid w:val="003830AF"/>
    <w:rsid w:val="0038587E"/>
    <w:rsid w:val="003971EE"/>
    <w:rsid w:val="00397BB4"/>
    <w:rsid w:val="003A58F9"/>
    <w:rsid w:val="003B2076"/>
    <w:rsid w:val="003C4423"/>
    <w:rsid w:val="003D2605"/>
    <w:rsid w:val="003D6043"/>
    <w:rsid w:val="003E5698"/>
    <w:rsid w:val="003E5C2D"/>
    <w:rsid w:val="003E5DD0"/>
    <w:rsid w:val="004178A0"/>
    <w:rsid w:val="00433320"/>
    <w:rsid w:val="00443F93"/>
    <w:rsid w:val="00444DFD"/>
    <w:rsid w:val="004540EC"/>
    <w:rsid w:val="00455CA3"/>
    <w:rsid w:val="004579F6"/>
    <w:rsid w:val="004615E9"/>
    <w:rsid w:val="00464FA5"/>
    <w:rsid w:val="00476202"/>
    <w:rsid w:val="004816C6"/>
    <w:rsid w:val="00485610"/>
    <w:rsid w:val="0048645E"/>
    <w:rsid w:val="004B68B9"/>
    <w:rsid w:val="004B7F51"/>
    <w:rsid w:val="004C2159"/>
    <w:rsid w:val="004C7254"/>
    <w:rsid w:val="004D05EA"/>
    <w:rsid w:val="004F0BBD"/>
    <w:rsid w:val="004F7D75"/>
    <w:rsid w:val="00526CDA"/>
    <w:rsid w:val="00527184"/>
    <w:rsid w:val="00544D49"/>
    <w:rsid w:val="00547514"/>
    <w:rsid w:val="005735DE"/>
    <w:rsid w:val="00586569"/>
    <w:rsid w:val="005957A6"/>
    <w:rsid w:val="005A593D"/>
    <w:rsid w:val="005B5837"/>
    <w:rsid w:val="005D674A"/>
    <w:rsid w:val="005E0231"/>
    <w:rsid w:val="005E57DE"/>
    <w:rsid w:val="005F67C6"/>
    <w:rsid w:val="00610085"/>
    <w:rsid w:val="0066653C"/>
    <w:rsid w:val="006804D9"/>
    <w:rsid w:val="00687A50"/>
    <w:rsid w:val="0069169F"/>
    <w:rsid w:val="00695F12"/>
    <w:rsid w:val="006A1101"/>
    <w:rsid w:val="006A490A"/>
    <w:rsid w:val="006A7C2B"/>
    <w:rsid w:val="006B1712"/>
    <w:rsid w:val="006B4108"/>
    <w:rsid w:val="006E3781"/>
    <w:rsid w:val="006F41DA"/>
    <w:rsid w:val="006F543D"/>
    <w:rsid w:val="006F7C98"/>
    <w:rsid w:val="00704C4D"/>
    <w:rsid w:val="00706B89"/>
    <w:rsid w:val="007226C4"/>
    <w:rsid w:val="00727EAD"/>
    <w:rsid w:val="00745B66"/>
    <w:rsid w:val="00751AA1"/>
    <w:rsid w:val="007600E3"/>
    <w:rsid w:val="00767AD8"/>
    <w:rsid w:val="00781DA2"/>
    <w:rsid w:val="00797DD4"/>
    <w:rsid w:val="007A0D2E"/>
    <w:rsid w:val="007A6769"/>
    <w:rsid w:val="007C16D5"/>
    <w:rsid w:val="007C59E5"/>
    <w:rsid w:val="007E0F6C"/>
    <w:rsid w:val="0081761D"/>
    <w:rsid w:val="00817E42"/>
    <w:rsid w:val="00826B85"/>
    <w:rsid w:val="0084615F"/>
    <w:rsid w:val="0085184D"/>
    <w:rsid w:val="0085576A"/>
    <w:rsid w:val="00881F46"/>
    <w:rsid w:val="008840A5"/>
    <w:rsid w:val="00895EF9"/>
    <w:rsid w:val="00896B42"/>
    <w:rsid w:val="008D1A4D"/>
    <w:rsid w:val="008E579B"/>
    <w:rsid w:val="00900523"/>
    <w:rsid w:val="00906AC3"/>
    <w:rsid w:val="00916834"/>
    <w:rsid w:val="0092781E"/>
    <w:rsid w:val="00931877"/>
    <w:rsid w:val="00931E1A"/>
    <w:rsid w:val="00945C28"/>
    <w:rsid w:val="0095336C"/>
    <w:rsid w:val="00955C1D"/>
    <w:rsid w:val="00955E23"/>
    <w:rsid w:val="009576BC"/>
    <w:rsid w:val="00960746"/>
    <w:rsid w:val="00961295"/>
    <w:rsid w:val="009612EA"/>
    <w:rsid w:val="0096139F"/>
    <w:rsid w:val="00963CD4"/>
    <w:rsid w:val="00971673"/>
    <w:rsid w:val="00982294"/>
    <w:rsid w:val="00984794"/>
    <w:rsid w:val="009876F1"/>
    <w:rsid w:val="0098791E"/>
    <w:rsid w:val="009C4A29"/>
    <w:rsid w:val="009E31FF"/>
    <w:rsid w:val="009E37D4"/>
    <w:rsid w:val="009F37AC"/>
    <w:rsid w:val="00A070D5"/>
    <w:rsid w:val="00A15189"/>
    <w:rsid w:val="00A2225B"/>
    <w:rsid w:val="00A248AF"/>
    <w:rsid w:val="00A26B63"/>
    <w:rsid w:val="00A45704"/>
    <w:rsid w:val="00A47133"/>
    <w:rsid w:val="00A52EB9"/>
    <w:rsid w:val="00A65687"/>
    <w:rsid w:val="00A66969"/>
    <w:rsid w:val="00A70D18"/>
    <w:rsid w:val="00A824EA"/>
    <w:rsid w:val="00A85A28"/>
    <w:rsid w:val="00A87A83"/>
    <w:rsid w:val="00AB76DF"/>
    <w:rsid w:val="00AB7BA6"/>
    <w:rsid w:val="00AC0514"/>
    <w:rsid w:val="00AC1BBB"/>
    <w:rsid w:val="00AD4111"/>
    <w:rsid w:val="00B0503C"/>
    <w:rsid w:val="00B0576F"/>
    <w:rsid w:val="00B10862"/>
    <w:rsid w:val="00B12A6C"/>
    <w:rsid w:val="00B17908"/>
    <w:rsid w:val="00B25915"/>
    <w:rsid w:val="00B2597D"/>
    <w:rsid w:val="00B26783"/>
    <w:rsid w:val="00B31018"/>
    <w:rsid w:val="00B33922"/>
    <w:rsid w:val="00B37B99"/>
    <w:rsid w:val="00B52B66"/>
    <w:rsid w:val="00B53F4B"/>
    <w:rsid w:val="00B556E1"/>
    <w:rsid w:val="00B61CB2"/>
    <w:rsid w:val="00B75F13"/>
    <w:rsid w:val="00B82E91"/>
    <w:rsid w:val="00B9172C"/>
    <w:rsid w:val="00B96A76"/>
    <w:rsid w:val="00B97A26"/>
    <w:rsid w:val="00BC28F3"/>
    <w:rsid w:val="00BC3CA7"/>
    <w:rsid w:val="00C001FA"/>
    <w:rsid w:val="00C15CE2"/>
    <w:rsid w:val="00C475E4"/>
    <w:rsid w:val="00C70243"/>
    <w:rsid w:val="00C73505"/>
    <w:rsid w:val="00C84191"/>
    <w:rsid w:val="00C95B31"/>
    <w:rsid w:val="00CB6023"/>
    <w:rsid w:val="00CC1AAF"/>
    <w:rsid w:val="00CD4F65"/>
    <w:rsid w:val="00CF436C"/>
    <w:rsid w:val="00D0404A"/>
    <w:rsid w:val="00D07986"/>
    <w:rsid w:val="00D11BB8"/>
    <w:rsid w:val="00D428CA"/>
    <w:rsid w:val="00D73437"/>
    <w:rsid w:val="00D73C02"/>
    <w:rsid w:val="00DC3F8A"/>
    <w:rsid w:val="00DC7074"/>
    <w:rsid w:val="00DD1ECF"/>
    <w:rsid w:val="00DF10F1"/>
    <w:rsid w:val="00E112AD"/>
    <w:rsid w:val="00E17CBE"/>
    <w:rsid w:val="00E22B06"/>
    <w:rsid w:val="00E241BF"/>
    <w:rsid w:val="00E25939"/>
    <w:rsid w:val="00E33AD5"/>
    <w:rsid w:val="00E45B4B"/>
    <w:rsid w:val="00E869E7"/>
    <w:rsid w:val="00E86D0B"/>
    <w:rsid w:val="00E903F0"/>
    <w:rsid w:val="00E910B1"/>
    <w:rsid w:val="00EB05E4"/>
    <w:rsid w:val="00EB0603"/>
    <w:rsid w:val="00EB1E7D"/>
    <w:rsid w:val="00EB4340"/>
    <w:rsid w:val="00EB4644"/>
    <w:rsid w:val="00EC1D8A"/>
    <w:rsid w:val="00EC62E3"/>
    <w:rsid w:val="00ED3DC6"/>
    <w:rsid w:val="00ED6B1A"/>
    <w:rsid w:val="00EE26FC"/>
    <w:rsid w:val="00F1188B"/>
    <w:rsid w:val="00F13650"/>
    <w:rsid w:val="00F4277E"/>
    <w:rsid w:val="00F42A56"/>
    <w:rsid w:val="00F46FCA"/>
    <w:rsid w:val="00F50BF6"/>
    <w:rsid w:val="00F667F6"/>
    <w:rsid w:val="00F74FF6"/>
    <w:rsid w:val="00F855E8"/>
    <w:rsid w:val="00F92116"/>
    <w:rsid w:val="00FA04EB"/>
    <w:rsid w:val="00FA243E"/>
    <w:rsid w:val="00FA2EBD"/>
    <w:rsid w:val="00FB6432"/>
    <w:rsid w:val="00FB6F86"/>
    <w:rsid w:val="00FD2C43"/>
    <w:rsid w:val="00FD4292"/>
    <w:rsid w:val="00FD7C09"/>
    <w:rsid w:val="00FF08B6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DE205B6"/>
  <w15:docId w15:val="{0F392544-B8A5-4CCD-A93E-B4F9E160B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1DA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0C6BED"/>
    <w:pPr>
      <w:spacing w:after="360" w:line="320" w:lineRule="atLeast"/>
      <w:jc w:val="center"/>
      <w:outlineLvl w:val="0"/>
    </w:pPr>
    <w:rPr>
      <w:rFonts w:ascii="Times New Roman" w:hAnsi="Times New Roman" w:cs="Times New Roman"/>
      <w:b/>
      <w:bCs/>
      <w:caps/>
      <w:spacing w:val="12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903F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903F0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E903F0"/>
    <w:rPr>
      <w:color w:val="0000FF"/>
      <w:u w:val="single"/>
    </w:rPr>
  </w:style>
  <w:style w:type="paragraph" w:customStyle="1" w:styleId="Podnadpis1">
    <w:name w:val="Podnadpis1"/>
    <w:basedOn w:val="Normln"/>
    <w:rsid w:val="000C6BED"/>
    <w:pPr>
      <w:spacing w:line="320" w:lineRule="atLeast"/>
      <w:jc w:val="center"/>
    </w:pPr>
    <w:rPr>
      <w:rFonts w:ascii="Times New Roman" w:hAnsi="Times New Roman" w:cs="Times New Roman"/>
    </w:rPr>
  </w:style>
  <w:style w:type="paragraph" w:customStyle="1" w:styleId="Popis">
    <w:name w:val="Popis"/>
    <w:basedOn w:val="Normln"/>
    <w:rsid w:val="000C6BED"/>
    <w:pPr>
      <w:spacing w:after="360" w:line="320" w:lineRule="atLeast"/>
      <w:jc w:val="both"/>
    </w:pPr>
    <w:rPr>
      <w:rFonts w:ascii="Times New Roman" w:hAnsi="Times New Roman" w:cs="Times New Roman"/>
    </w:rPr>
  </w:style>
  <w:style w:type="paragraph" w:customStyle="1" w:styleId="Poloka">
    <w:name w:val="Položka"/>
    <w:basedOn w:val="Normln"/>
    <w:rsid w:val="000C6BED"/>
    <w:pPr>
      <w:spacing w:before="240" w:after="240" w:line="320" w:lineRule="atLeast"/>
      <w:ind w:left="2835" w:hanging="2835"/>
      <w:jc w:val="both"/>
    </w:pPr>
    <w:rPr>
      <w:rFonts w:ascii="Times New Roman" w:hAnsi="Times New Roman" w:cs="Times New Roman"/>
    </w:rPr>
  </w:style>
  <w:style w:type="paragraph" w:customStyle="1" w:styleId="Poloka-Del">
    <w:name w:val="Položka - Delší"/>
    <w:basedOn w:val="Poloka"/>
    <w:rsid w:val="000C6BED"/>
    <w:pPr>
      <w:ind w:left="3402" w:hanging="3402"/>
    </w:pPr>
  </w:style>
  <w:style w:type="paragraph" w:customStyle="1" w:styleId="Poloka-Nejdel">
    <w:name w:val="Položka - Nejdelší"/>
    <w:basedOn w:val="Poloka"/>
    <w:rsid w:val="000C6BED"/>
    <w:pPr>
      <w:ind w:left="3969" w:hanging="3969"/>
    </w:pPr>
  </w:style>
  <w:style w:type="paragraph" w:customStyle="1" w:styleId="Seznampodpis">
    <w:name w:val="Seznam podpisů"/>
    <w:basedOn w:val="Normln"/>
    <w:rsid w:val="000C6BED"/>
    <w:pPr>
      <w:tabs>
        <w:tab w:val="left" w:pos="1134"/>
        <w:tab w:val="left" w:pos="5103"/>
        <w:tab w:val="left" w:pos="5670"/>
      </w:tabs>
      <w:spacing w:before="60" w:after="60" w:line="320" w:lineRule="atLeast"/>
    </w:pPr>
    <w:rPr>
      <w:rFonts w:ascii="Times New Roman" w:hAnsi="Times New Roman" w:cs="Times New Roman"/>
    </w:rPr>
  </w:style>
  <w:style w:type="paragraph" w:styleId="Prosttext">
    <w:name w:val="Plain Text"/>
    <w:basedOn w:val="Normln"/>
    <w:rsid w:val="000C6BED"/>
    <w:rPr>
      <w:rFonts w:ascii="Courier New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7A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7A5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81DA2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745B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45B6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table" w:styleId="Mkatabulky">
    <w:name w:val="Table Grid"/>
    <w:basedOn w:val="Normlntabulka"/>
    <w:uiPriority w:val="59"/>
    <w:unhideWhenUsed/>
    <w:rsid w:val="0074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\Desktop\MV_sablona_2007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F43A9A234346478FD3BA183CCDAA5B" ma:contentTypeVersion="1" ma:contentTypeDescription="Vytvoří nový dokument" ma:contentTypeScope="" ma:versionID="698445911434498a99aa5825216aa112">
  <xsd:schema xmlns:xsd="http://www.w3.org/2001/XMLSchema" xmlns:xs="http://www.w3.org/2001/XMLSchema" xmlns:p="http://schemas.microsoft.com/office/2006/metadata/properties" xmlns:ns2="0a878acb-39c6-4ea7-8bdf-3bb46580a8be" targetNamespace="http://schemas.microsoft.com/office/2006/metadata/properties" ma:root="true" ma:fieldsID="1e96a82dd3ab363292e67d0c60152a1d" ns2:_="">
    <xsd:import namespace="0a878acb-39c6-4ea7-8bdf-3bb46580a8be"/>
    <xsd:element name="properties">
      <xsd:complexType>
        <xsd:sequence>
          <xsd:element name="documentManagement">
            <xsd:complexType>
              <xsd:all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78acb-39c6-4ea7-8bdf-3bb46580a8be" elementFormDefault="qualified">
    <xsd:import namespace="http://schemas.microsoft.com/office/2006/documentManagement/types"/>
    <xsd:import namespace="http://schemas.microsoft.com/office/infopath/2007/PartnerControls"/>
    <xsd:element name="Pozn_x00e1_mka" ma:index="8" nillable="true" ma:displayName="Poznámka" ma:internalName="Pozn_x00e1_mk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0a878acb-39c6-4ea7-8bdf-3bb46580a8b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D563A-86D9-4936-A1E7-FFBB012E2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78acb-39c6-4ea7-8bdf-3bb46580a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5C918-5CD1-4456-9FC6-FFD4307C9C04}">
  <ds:schemaRefs>
    <ds:schemaRef ds:uri="http://schemas.microsoft.com/office/2006/metadata/properties"/>
    <ds:schemaRef ds:uri="http://schemas.microsoft.com/office/infopath/2007/PartnerControls"/>
    <ds:schemaRef ds:uri="0a878acb-39c6-4ea7-8bdf-3bb46580a8be"/>
  </ds:schemaRefs>
</ds:datastoreItem>
</file>

<file path=customXml/itemProps3.xml><?xml version="1.0" encoding="utf-8"?>
<ds:datastoreItem xmlns:ds="http://schemas.openxmlformats.org/officeDocument/2006/customXml" ds:itemID="{A03D8C33-2BC8-40DE-9AFB-5B5591F393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F4CAF7-F131-4E94-9E01-C174854A1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MV_sablona_2007.dotx</Template>
  <TotalTime>5</TotalTime>
  <Pages>3</Pages>
  <Words>470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to je manuál</vt:lpstr>
    </vt:vector>
  </TitlesOfParts>
  <Company>MV ČR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je manuál</dc:title>
  <dc:subject/>
  <dc:creator>Tomáš Šedivec</dc:creator>
  <cp:keywords/>
  <dc:description/>
  <cp:lastModifiedBy>Šedivec Tomáš</cp:lastModifiedBy>
  <cp:revision>2</cp:revision>
  <cp:lastPrinted>2009-11-24T15:50:00Z</cp:lastPrinted>
  <dcterms:created xsi:type="dcterms:W3CDTF">2022-01-21T13:40:00Z</dcterms:created>
  <dcterms:modified xsi:type="dcterms:W3CDTF">2022-01-21T13:40:00Z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0x01010035F43A9A234346478FD3BA183CCDAA5B</vt:lpwstr>
  </property>
</Properties>
</file>